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4C1" w:rsidRPr="00592AB5" w:rsidRDefault="00F364C1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92AB5">
        <w:rPr>
          <w:rFonts w:ascii="Tahoma" w:hAnsi="Tahoma" w:cs="Tahoma"/>
          <w:b/>
          <w:bCs/>
          <w:sz w:val="20"/>
          <w:szCs w:val="20"/>
        </w:rPr>
        <w:t>ΔΕΛΤΙΟ ΠΡΟΟΔΟΥ ΕΝΕΡΓΕΙΩΝ ΩΡΙΜΑΝΣΗΣ</w:t>
      </w:r>
      <w:r>
        <w:rPr>
          <w:rFonts w:ascii="Tahoma" w:hAnsi="Tahoma" w:cs="Tahoma"/>
          <w:b/>
          <w:bCs/>
          <w:sz w:val="20"/>
          <w:szCs w:val="20"/>
        </w:rPr>
        <w:t xml:space="preserve"> &amp; ΥΠΟΧΡΕΩΣΕΩΝ</w:t>
      </w:r>
    </w:p>
    <w:p w:rsidR="00F364C1" w:rsidRPr="003E69F7" w:rsidRDefault="00F364C1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2AB5">
        <w:rPr>
          <w:rFonts w:ascii="Tahoma" w:hAnsi="Tahoma" w:cs="Tahoma"/>
          <w:b/>
          <w:bCs/>
          <w:sz w:val="20"/>
          <w:szCs w:val="20"/>
        </w:rPr>
        <w:t xml:space="preserve">ΠΡΑΞΗΣ </w:t>
      </w:r>
    </w:p>
    <w:p w:rsidR="00F364C1" w:rsidRPr="003E69F7" w:rsidRDefault="00F364C1" w:rsidP="00A77068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1E0"/>
      </w:tblPr>
      <w:tblGrid>
        <w:gridCol w:w="10206"/>
      </w:tblGrid>
      <w:tr w:rsidR="00F364C1" w:rsidRPr="00592AB5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F364C1" w:rsidRPr="00592AB5" w:rsidRDefault="00F364C1" w:rsidP="007602E7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>Α. ΓΕΝΙΚΑ ΣΤΟΙΧΕΙΑ ΠΡΑΞΗΣ</w:t>
            </w:r>
          </w:p>
        </w:tc>
      </w:tr>
    </w:tbl>
    <w:p w:rsidR="00F364C1" w:rsidRPr="00592AB5" w:rsidRDefault="00F364C1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F364C1" w:rsidRPr="00592AB5">
        <w:tc>
          <w:tcPr>
            <w:tcW w:w="1843" w:type="dxa"/>
            <w:tcBorders>
              <w:right w:val="dotted" w:sz="4" w:space="0" w:color="auto"/>
            </w:tcBorders>
          </w:tcPr>
          <w:p w:rsidR="00F364C1" w:rsidRPr="00592AB5" w:rsidRDefault="00F364C1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F364C1" w:rsidRPr="00592AB5" w:rsidRDefault="00F364C1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</w:tcPr>
          <w:p w:rsidR="00F364C1" w:rsidRPr="00592AB5" w:rsidRDefault="00F364C1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F364C1" w:rsidRPr="00592AB5" w:rsidRDefault="00F364C1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364C1" w:rsidRPr="00592AB5" w:rsidRDefault="00F364C1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/>
      </w:tblPr>
      <w:tblGrid>
        <w:gridCol w:w="1843"/>
        <w:gridCol w:w="6521"/>
        <w:gridCol w:w="992"/>
        <w:gridCol w:w="850"/>
      </w:tblGrid>
      <w:tr w:rsidR="00F364C1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F364C1" w:rsidRPr="00DF4FD3" w:rsidRDefault="00F364C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364C1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F364C1" w:rsidRPr="00DF4FD3" w:rsidRDefault="00F364C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Πελοπόννησος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>12</w:t>
            </w:r>
          </w:p>
        </w:tc>
      </w:tr>
      <w:tr w:rsidR="00F364C1" w:rsidRPr="00592AB5">
        <w:tc>
          <w:tcPr>
            <w:tcW w:w="1843" w:type="dxa"/>
            <w:tcBorders>
              <w:right w:val="dotted" w:sz="4" w:space="0" w:color="auto"/>
            </w:tcBorders>
            <w:vAlign w:val="center"/>
          </w:tcPr>
          <w:p w:rsidR="00F364C1" w:rsidRPr="00DF4FD3" w:rsidRDefault="00F364C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  <w:r w:rsidRPr="00D969C0">
              <w:rPr>
                <w:rFonts w:ascii="Tahoma" w:hAnsi="Tahoma" w:cs="Tahoma"/>
                <w:sz w:val="18"/>
                <w:szCs w:val="18"/>
              </w:rPr>
              <w:t xml:space="preserve">νάπτυξη – εκσυγχρονισμός – συμπλήρωση υποδομών για την οικονομική και κοινωνική ανάπτυξη </w:t>
            </w: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vAlign w:val="center"/>
          </w:tcPr>
          <w:p w:rsidR="00F364C1" w:rsidRPr="00D969C0" w:rsidRDefault="00F364C1" w:rsidP="004F2D0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lang w:val="en-US"/>
              </w:rPr>
              <w:t>4</w:t>
            </w:r>
          </w:p>
        </w:tc>
      </w:tr>
    </w:tbl>
    <w:p w:rsidR="00F364C1" w:rsidRPr="00592AB5" w:rsidRDefault="00F364C1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2410"/>
        <w:gridCol w:w="5954"/>
        <w:gridCol w:w="1842"/>
      </w:tblGrid>
      <w:tr w:rsidR="00F364C1" w:rsidRPr="00592AB5">
        <w:tc>
          <w:tcPr>
            <w:tcW w:w="10206" w:type="dxa"/>
            <w:gridSpan w:val="3"/>
          </w:tcPr>
          <w:p w:rsidR="00F364C1" w:rsidRPr="00592AB5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F364C1" w:rsidRPr="00592AB5">
        <w:tc>
          <w:tcPr>
            <w:tcW w:w="2410" w:type="dxa"/>
          </w:tcPr>
          <w:p w:rsidR="00F364C1" w:rsidRPr="00DF4FD3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F364C1" w:rsidRPr="00592AB5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</w:tcPr>
          <w:p w:rsidR="00F364C1" w:rsidRPr="00592AB5" w:rsidRDefault="00F364C1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4C1" w:rsidRPr="00592AB5">
        <w:tc>
          <w:tcPr>
            <w:tcW w:w="2410" w:type="dxa"/>
          </w:tcPr>
          <w:p w:rsidR="00F364C1" w:rsidRPr="00DF4FD3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F364C1" w:rsidRPr="00592AB5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4C1" w:rsidRPr="00592AB5">
        <w:tc>
          <w:tcPr>
            <w:tcW w:w="2410" w:type="dxa"/>
          </w:tcPr>
          <w:p w:rsidR="00F364C1" w:rsidRPr="00592AB5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F364C1" w:rsidRPr="00592AB5" w:rsidRDefault="00F364C1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364C1" w:rsidRPr="00592AB5" w:rsidRDefault="00F364C1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3828"/>
        <w:gridCol w:w="3260"/>
        <w:gridCol w:w="3118"/>
      </w:tblGrid>
      <w:tr w:rsidR="00F364C1" w:rsidRPr="00592AB5">
        <w:trPr>
          <w:trHeight w:val="368"/>
        </w:trPr>
        <w:tc>
          <w:tcPr>
            <w:tcW w:w="7088" w:type="dxa"/>
            <w:gridSpan w:val="2"/>
          </w:tcPr>
          <w:p w:rsidR="00F364C1" w:rsidRPr="00592AB5" w:rsidRDefault="00F364C1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</w:tcPr>
          <w:p w:rsidR="00F364C1" w:rsidRPr="00592AB5" w:rsidRDefault="00F364C1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F364C1" w:rsidRPr="00592AB5">
        <w:trPr>
          <w:trHeight w:val="20"/>
        </w:trPr>
        <w:tc>
          <w:tcPr>
            <w:tcW w:w="3828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F364C1" w:rsidRPr="00592AB5">
        <w:trPr>
          <w:trHeight w:val="20"/>
        </w:trPr>
        <w:tc>
          <w:tcPr>
            <w:tcW w:w="3828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F364C1" w:rsidRPr="00592AB5" w:rsidRDefault="00F364C1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364C1" w:rsidRPr="00592AB5" w:rsidRDefault="00F364C1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0206"/>
      </w:tblGrid>
      <w:tr w:rsidR="00F364C1" w:rsidRPr="00592AB5">
        <w:tc>
          <w:tcPr>
            <w:tcW w:w="10206" w:type="dxa"/>
            <w:shd w:val="pct12" w:color="auto" w:fill="auto"/>
          </w:tcPr>
          <w:p w:rsidR="00F364C1" w:rsidRPr="00592AB5" w:rsidRDefault="00F364C1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br w:type="page"/>
              <w:t>Β. ΠΑΡΑΚΟΛΟΥΘΗΣΗ ΠΡΟΟΔΟΥ ΕΝΕΡΓΕΙΩΝ ΩΡΙΜΑΝΣΗΣ ΠΡΑΞΗΣ</w:t>
            </w:r>
          </w:p>
        </w:tc>
      </w:tr>
    </w:tbl>
    <w:p w:rsidR="00F364C1" w:rsidRPr="00592AB5" w:rsidRDefault="00F364C1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F364C1" w:rsidRPr="00592AB5">
        <w:trPr>
          <w:trHeight w:val="319"/>
        </w:trPr>
        <w:tc>
          <w:tcPr>
            <w:tcW w:w="10206" w:type="dxa"/>
            <w:gridSpan w:val="10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ΕΞΕΛΙΞΗ ΕΝΕΡΓΕΙΩΝ ΩΡΙΜΑΝΣΗΣ ΠΡΑΞΗΣ ΑΝΑ ΥΠΟΕΡΓΟ </w:t>
            </w:r>
          </w:p>
        </w:tc>
      </w:tr>
      <w:tr w:rsidR="00F364C1" w:rsidRPr="00592AB5">
        <w:trPr>
          <w:trHeight w:val="381"/>
        </w:trPr>
        <w:tc>
          <w:tcPr>
            <w:tcW w:w="851" w:type="dxa"/>
            <w:vMerge w:val="restart"/>
            <w:tcBorders>
              <w:left w:val="dotted" w:sz="4" w:space="0" w:color="auto"/>
            </w:tcBorders>
            <w:vAlign w:val="center"/>
          </w:tcPr>
          <w:p w:rsidR="00F364C1" w:rsidRPr="004839B0" w:rsidRDefault="00F364C1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Ενέργειας </w:t>
            </w:r>
          </w:p>
        </w:tc>
        <w:tc>
          <w:tcPr>
            <w:tcW w:w="850" w:type="dxa"/>
            <w:vMerge w:val="restart"/>
            <w:vAlign w:val="center"/>
          </w:tcPr>
          <w:p w:rsidR="00F364C1" w:rsidRPr="004839B0" w:rsidRDefault="00F364C1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Α/Α. Υποέργου </w:t>
            </w:r>
          </w:p>
        </w:tc>
        <w:tc>
          <w:tcPr>
            <w:tcW w:w="1134" w:type="dxa"/>
            <w:vMerge w:val="restart"/>
            <w:vAlign w:val="center"/>
          </w:tcPr>
          <w:p w:rsidR="00F364C1" w:rsidRPr="004839B0" w:rsidRDefault="00F364C1" w:rsidP="00792E83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vAlign w:val="center"/>
          </w:tcPr>
          <w:p w:rsidR="00F364C1" w:rsidRPr="004839B0" w:rsidRDefault="00F364C1" w:rsidP="00792E83">
            <w:pPr>
              <w:pStyle w:val="ListParagraph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vAlign w:val="center"/>
          </w:tcPr>
          <w:p w:rsidR="00F364C1" w:rsidRPr="004839B0" w:rsidRDefault="00F364C1" w:rsidP="00792E83">
            <w:pPr>
              <w:pStyle w:val="ListParagraph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Ημ/νια ολοκλήρωσης (εκτίμηση)</w:t>
            </w:r>
          </w:p>
        </w:tc>
        <w:tc>
          <w:tcPr>
            <w:tcW w:w="4252" w:type="dxa"/>
            <w:gridSpan w:val="4"/>
            <w:vAlign w:val="center"/>
          </w:tcPr>
          <w:p w:rsidR="00F364C1" w:rsidRPr="004839B0" w:rsidRDefault="00F364C1" w:rsidP="00EF7BBC">
            <w:pPr>
              <w:pStyle w:val="ListParagraph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992" w:type="dxa"/>
            <w:vMerge w:val="restart"/>
            <w:tcBorders>
              <w:right w:val="dotted" w:sz="4" w:space="0" w:color="auto"/>
            </w:tcBorders>
            <w:vAlign w:val="center"/>
          </w:tcPr>
          <w:p w:rsidR="00F364C1" w:rsidRPr="004839B0" w:rsidRDefault="00F364C1" w:rsidP="003E69F7">
            <w:pPr>
              <w:pStyle w:val="ListParagraph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F364C1" w:rsidRPr="00592AB5">
        <w:trPr>
          <w:trHeight w:val="381"/>
        </w:trPr>
        <w:tc>
          <w:tcPr>
            <w:tcW w:w="851" w:type="dxa"/>
            <w:vMerge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EF7BBC">
            <w:pPr>
              <w:pStyle w:val="ListParagraph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</w:tcPr>
          <w:p w:rsidR="00F364C1" w:rsidRPr="00592AB5" w:rsidRDefault="00F364C1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364C1" w:rsidRPr="004839B0" w:rsidRDefault="00F364C1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Στάδιο Εξέλιξης</w:t>
            </w:r>
          </w:p>
        </w:tc>
        <w:tc>
          <w:tcPr>
            <w:tcW w:w="1134" w:type="dxa"/>
            <w:vAlign w:val="center"/>
          </w:tcPr>
          <w:p w:rsidR="00F364C1" w:rsidRPr="004839B0" w:rsidRDefault="00F364C1" w:rsidP="001C1326">
            <w:pPr>
              <w:pStyle w:val="ListParagraph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 Συστήματος (ή αρ. πρωτ.)</w:t>
            </w:r>
          </w:p>
        </w:tc>
        <w:tc>
          <w:tcPr>
            <w:tcW w:w="1418" w:type="dxa"/>
            <w:vAlign w:val="center"/>
          </w:tcPr>
          <w:p w:rsidR="00F364C1" w:rsidRPr="004839B0" w:rsidRDefault="00F364C1" w:rsidP="001C1326">
            <w:pPr>
              <w:pStyle w:val="ListParagraph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Ημ/νια Έναρξης Σταδίου (πραγματική ημερομηνία) </w:t>
            </w:r>
          </w:p>
        </w:tc>
        <w:tc>
          <w:tcPr>
            <w:tcW w:w="850" w:type="dxa"/>
            <w:vAlign w:val="center"/>
          </w:tcPr>
          <w:p w:rsidR="00F364C1" w:rsidRPr="004839B0" w:rsidRDefault="00F364C1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Αρμόδιος Φορέας </w:t>
            </w:r>
          </w:p>
        </w:tc>
        <w:tc>
          <w:tcPr>
            <w:tcW w:w="992" w:type="dxa"/>
            <w:vMerge/>
            <w:tcBorders>
              <w:right w:val="dotted" w:sz="4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F364C1" w:rsidRPr="00592AB5">
        <w:trPr>
          <w:trHeight w:val="265"/>
        </w:trPr>
        <w:tc>
          <w:tcPr>
            <w:tcW w:w="851" w:type="dxa"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364C1" w:rsidRPr="00592AB5">
        <w:trPr>
          <w:trHeight w:val="270"/>
        </w:trPr>
        <w:tc>
          <w:tcPr>
            <w:tcW w:w="851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F364C1" w:rsidRPr="00592AB5" w:rsidRDefault="00F364C1" w:rsidP="0075289E">
            <w:pPr>
              <w:pStyle w:val="ListParagraph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pStyle w:val="ListParagraph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364C1" w:rsidRPr="00592AB5" w:rsidRDefault="00F364C1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F364C1" w:rsidRPr="00592AB5">
        <w:trPr>
          <w:trHeight w:val="270"/>
          <w:jc w:val="center"/>
        </w:trPr>
        <w:tc>
          <w:tcPr>
            <w:tcW w:w="10256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F364C1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vAlign w:val="center"/>
          </w:tcPr>
          <w:p w:rsidR="00F364C1" w:rsidRPr="00592AB5" w:rsidRDefault="00F364C1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vAlign w:val="center"/>
          </w:tcPr>
          <w:p w:rsidR="00F364C1" w:rsidRPr="00592AB5" w:rsidRDefault="00F364C1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vAlign w:val="center"/>
          </w:tcPr>
          <w:p w:rsidR="00F364C1" w:rsidRPr="00592AB5" w:rsidRDefault="00F364C1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vAlign w:val="center"/>
          </w:tcPr>
          <w:p w:rsidR="00F364C1" w:rsidRPr="00592AB5" w:rsidRDefault="00F364C1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vAlign w:val="center"/>
          </w:tcPr>
          <w:p w:rsidR="00F364C1" w:rsidRPr="00592AB5" w:rsidRDefault="00F364C1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Προβλεπόμενη Ημ/ν</w:t>
            </w:r>
            <w:r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 xml:space="preserve">α Επίλυσης </w:t>
            </w: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F364C1" w:rsidRPr="00592AB5" w:rsidRDefault="00F364C1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Πραγματική / Νέα Εκτιμώμενη Ημ/νία λήξης</w:t>
            </w:r>
          </w:p>
        </w:tc>
      </w:tr>
      <w:tr w:rsidR="00F364C1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</w:tcBorders>
            <w:vAlign w:val="center"/>
          </w:tcPr>
          <w:p w:rsidR="00F364C1" w:rsidRPr="00592AB5" w:rsidRDefault="00F364C1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right w:val="dotted" w:sz="4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F364C1" w:rsidRPr="00592AB5">
        <w:trPr>
          <w:trHeight w:val="274"/>
          <w:jc w:val="center"/>
        </w:trPr>
        <w:tc>
          <w:tcPr>
            <w:tcW w:w="1245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:rsidR="00F364C1" w:rsidRPr="00592AB5" w:rsidRDefault="00F364C1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:rsidR="00F364C1" w:rsidRPr="00592AB5" w:rsidRDefault="00F364C1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="00F364C1" w:rsidRPr="00592AB5" w:rsidRDefault="00F364C1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0A0"/>
      </w:tblPr>
      <w:tblGrid>
        <w:gridCol w:w="1668"/>
        <w:gridCol w:w="1701"/>
        <w:gridCol w:w="1559"/>
        <w:gridCol w:w="2268"/>
        <w:gridCol w:w="1559"/>
        <w:gridCol w:w="1451"/>
      </w:tblGrid>
      <w:tr w:rsidR="00F364C1" w:rsidRPr="00592AB5">
        <w:trPr>
          <w:trHeight w:val="226"/>
        </w:trPr>
        <w:tc>
          <w:tcPr>
            <w:tcW w:w="10206" w:type="dxa"/>
            <w:gridSpan w:val="6"/>
            <w:tcMar>
              <w:top w:w="28" w:type="dxa"/>
              <w:left w:w="28" w:type="dxa"/>
              <w:right w:w="28" w:type="dxa"/>
            </w:tcMar>
            <w:vAlign w:val="center"/>
          </w:tcPr>
          <w:p w:rsidR="00F364C1" w:rsidRPr="00592AB5" w:rsidRDefault="00F364C1" w:rsidP="00DF5B93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F364C1" w:rsidRPr="00592AB5">
        <w:tc>
          <w:tcPr>
            <w:tcW w:w="16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364C1" w:rsidRPr="00592AB5" w:rsidRDefault="00F364C1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F364C1" w:rsidRPr="00592AB5">
        <w:tc>
          <w:tcPr>
            <w:tcW w:w="1668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tcMar>
              <w:left w:w="28" w:type="dxa"/>
              <w:right w:w="28" w:type="dxa"/>
            </w:tcMar>
            <w:vAlign w:val="center"/>
          </w:tcPr>
          <w:p w:rsidR="00F364C1" w:rsidRPr="00592AB5" w:rsidRDefault="00F364C1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364C1" w:rsidRDefault="00F364C1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F364C1" w:rsidSect="008338DB">
      <w:footerReference w:type="default" r:id="rId7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4C1" w:rsidRDefault="00F364C1">
      <w:r>
        <w:separator/>
      </w:r>
    </w:p>
  </w:endnote>
  <w:endnote w:type="continuationSeparator" w:id="0">
    <w:p w:rsidR="00F364C1" w:rsidRDefault="00F36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F364C1" w:rsidRPr="00DA3A9D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F364C1" w:rsidRPr="00DA3A9D" w:rsidRDefault="00F364C1" w:rsidP="006D40A0">
          <w:pPr>
            <w:spacing w:before="60"/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Αρ. Εντύπου:Ε.ΙΙ.1_1</w:t>
          </w:r>
        </w:p>
        <w:p w:rsidR="00F364C1" w:rsidRPr="00DA3A9D" w:rsidRDefault="00F364C1" w:rsidP="006D40A0">
          <w:pPr>
            <w:rPr>
              <w:rStyle w:val="PageNumber"/>
              <w:rFonts w:ascii="Tahoma" w:hAnsi="Tahoma" w:cs="Tahoma"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 xml:space="preserve">Έκδοση: 1η </w:t>
          </w:r>
        </w:p>
        <w:p w:rsidR="00F364C1" w:rsidRPr="00DA3A9D" w:rsidRDefault="00F364C1" w:rsidP="002E7576">
          <w:pPr>
            <w:rPr>
              <w:rFonts w:ascii="Tahoma" w:hAnsi="Tahoma" w:cs="Tahoma"/>
              <w:b/>
              <w:bCs/>
              <w:sz w:val="16"/>
              <w:szCs w:val="16"/>
            </w:rPr>
          </w:pP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Ημ/νια Έκδοσης: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30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</w:t>
          </w:r>
          <w:r>
            <w:rPr>
              <w:rStyle w:val="PageNumber"/>
              <w:rFonts w:ascii="Tahoma" w:hAnsi="Tahoma" w:cs="Tahoma"/>
              <w:sz w:val="16"/>
              <w:szCs w:val="16"/>
            </w:rPr>
            <w:t>10</w:t>
          </w:r>
          <w:r w:rsidRPr="00DA3A9D">
            <w:rPr>
              <w:rStyle w:val="PageNumber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F364C1" w:rsidRPr="00DA3A9D" w:rsidRDefault="00F364C1" w:rsidP="006D40A0">
          <w:pPr>
            <w:pStyle w:val="ListParagraph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F364C1" w:rsidRPr="00DA3A9D" w:rsidRDefault="00F364C1" w:rsidP="008338DB">
          <w:pPr>
            <w:spacing w:before="120" w:line="360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4D265E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6" type="#_x0000_t75" alt="ESPA1420_rgb" style="width:57pt;height:32.25pt;visibility:visible">
                <v:imagedata r:id="rId1" o:title=""/>
              </v:shape>
            </w:pict>
          </w:r>
        </w:p>
      </w:tc>
    </w:tr>
  </w:tbl>
  <w:p w:rsidR="00F364C1" w:rsidRPr="00011E42" w:rsidRDefault="00F364C1" w:rsidP="00011E42">
    <w:pPr>
      <w:pStyle w:val="Footer"/>
      <w:rPr>
        <w:rFonts w:ascii="Arial Narrow" w:hAnsi="Arial Narrow" w:cs="Arial Narrow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4C1" w:rsidRDefault="00F364C1">
      <w:r>
        <w:separator/>
      </w:r>
    </w:p>
  </w:footnote>
  <w:footnote w:type="continuationSeparator" w:id="0">
    <w:p w:rsidR="00F364C1" w:rsidRDefault="00F36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  <w:bCs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  <w:bCs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  <w:bCs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1C79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70D4C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6191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265E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E31FB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633"/>
    <w:rsid w:val="00993763"/>
    <w:rsid w:val="009A2B48"/>
    <w:rsid w:val="009A2D5A"/>
    <w:rsid w:val="009A4E3A"/>
    <w:rsid w:val="009C3146"/>
    <w:rsid w:val="009F0625"/>
    <w:rsid w:val="009F1775"/>
    <w:rsid w:val="00A03BF6"/>
    <w:rsid w:val="00A05EC2"/>
    <w:rsid w:val="00A31497"/>
    <w:rsid w:val="00A33590"/>
    <w:rsid w:val="00A41CCE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AE30C8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A5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170E9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969C0"/>
    <w:rsid w:val="00DA33B0"/>
    <w:rsid w:val="00DA3A9D"/>
    <w:rsid w:val="00DC7B5D"/>
    <w:rsid w:val="00DE0DA7"/>
    <w:rsid w:val="00DF4FD3"/>
    <w:rsid w:val="00DF5B93"/>
    <w:rsid w:val="00E2278C"/>
    <w:rsid w:val="00E3111B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364C1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34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B34"/>
    <w:pPr>
      <w:keepNext/>
      <w:tabs>
        <w:tab w:val="right" w:pos="9214"/>
      </w:tabs>
      <w:ind w:right="-57"/>
      <w:outlineLvl w:val="0"/>
    </w:pPr>
    <w:rPr>
      <w:b/>
      <w:bCs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4B34"/>
    <w:pPr>
      <w:keepNext/>
      <w:tabs>
        <w:tab w:val="right" w:pos="9214"/>
      </w:tabs>
      <w:ind w:right="-57"/>
      <w:outlineLvl w:val="4"/>
    </w:pPr>
    <w:rPr>
      <w:b/>
      <w:bCs/>
      <w:sz w:val="16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4B34"/>
    <w:pPr>
      <w:keepNext/>
      <w:spacing w:after="80"/>
      <w:outlineLvl w:val="6"/>
    </w:pPr>
    <w:rPr>
      <w:b/>
      <w:bCs/>
      <w:sz w:val="20"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4B34"/>
    <w:pPr>
      <w:keepNext/>
      <w:tabs>
        <w:tab w:val="right" w:pos="9214"/>
      </w:tabs>
      <w:ind w:right="-57"/>
      <w:outlineLvl w:val="7"/>
    </w:pPr>
    <w:rPr>
      <w:b/>
      <w:bCs/>
      <w:color w:val="FF0000"/>
      <w:sz w:val="16"/>
      <w:szCs w:val="16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b/>
      <w:bCs/>
      <w:color w:val="FF0000"/>
      <w:sz w:val="16"/>
      <w:szCs w:val="1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Pr>
      <w:rFonts w:ascii="Cambria" w:hAnsi="Cambria" w:cs="Cambria"/>
    </w:rPr>
  </w:style>
  <w:style w:type="paragraph" w:styleId="Header">
    <w:name w:val="header"/>
    <w:aliases w:val="hd"/>
    <w:basedOn w:val="Normal"/>
    <w:link w:val="HeaderChar"/>
    <w:uiPriority w:val="99"/>
    <w:rsid w:val="00624B34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624B34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hAnsi="Arial" w:cs="Arial"/>
    </w:rPr>
  </w:style>
  <w:style w:type="table" w:styleId="TableGrid">
    <w:name w:val="Table Grid"/>
    <w:basedOn w:val="TableNormal"/>
    <w:uiPriority w:val="99"/>
    <w:rsid w:val="00C02CAB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F211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9C3146"/>
    <w:rPr>
      <w:rFonts w:cs="Times New Roman"/>
    </w:rPr>
  </w:style>
  <w:style w:type="table" w:customStyle="1" w:styleId="1">
    <w:name w:val="Πλέγμα πίνακα1"/>
    <w:uiPriority w:val="99"/>
    <w:rsid w:val="00B732B3"/>
    <w:pPr>
      <w:spacing w:line="360" w:lineRule="auto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705D9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05D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5D95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05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05D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05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5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4C57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574C"/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4C574C"/>
    <w:rPr>
      <w:rFonts w:cs="Times New Roman"/>
      <w:vertAlign w:val="superscript"/>
    </w:rPr>
  </w:style>
  <w:style w:type="table" w:customStyle="1" w:styleId="TableGrid1">
    <w:name w:val="Table Grid1"/>
    <w:uiPriority w:val="99"/>
    <w:rsid w:val="00EE716F"/>
    <w:pPr>
      <w:spacing w:line="360" w:lineRule="auto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C225D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 w:cs="Verdana"/>
      <w:sz w:val="16"/>
      <w:szCs w:val="16"/>
    </w:rPr>
  </w:style>
  <w:style w:type="paragraph" w:customStyle="1" w:styleId="Default">
    <w:name w:val="Default"/>
    <w:uiPriority w:val="99"/>
    <w:rsid w:val="00D969C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227</Words>
  <Characters>1230</Characters>
  <Application>Microsoft Office Outlook</Application>
  <DocSecurity>0</DocSecurity>
  <Lines>0</Lines>
  <Paragraphs>0</Paragraphs>
  <ScaleCrop>false</ScaleCrop>
  <Company>ΜΟΔ Α.Ε.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dc:description/>
  <cp:lastModifiedBy>Christos</cp:lastModifiedBy>
  <cp:revision>4</cp:revision>
  <cp:lastPrinted>2015-05-14T09:27:00Z</cp:lastPrinted>
  <dcterms:created xsi:type="dcterms:W3CDTF">2016-09-23T07:43:00Z</dcterms:created>
  <dcterms:modified xsi:type="dcterms:W3CDTF">2018-11-01T12:18:00Z</dcterms:modified>
</cp:coreProperties>
</file>